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0733" w14:textId="5463F8CA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C723F1">
        <w:rPr>
          <w:bCs/>
          <w:i w:val="0"/>
          <w:sz w:val="22"/>
          <w:szCs w:val="22"/>
        </w:rPr>
        <w:t>4</w:t>
      </w:r>
    </w:p>
    <w:p w14:paraId="1208C84A" w14:textId="77777777" w:rsidR="00EF66F8" w:rsidRDefault="00EF66F8" w:rsidP="0000184A">
      <w:pPr>
        <w:pStyle w:val="Nagwek"/>
        <w:rPr>
          <w:sz w:val="22"/>
          <w:szCs w:val="22"/>
        </w:rPr>
      </w:pPr>
    </w:p>
    <w:p w14:paraId="56900D5F" w14:textId="77777777" w:rsidR="00EF66F8" w:rsidRDefault="00EF66F8" w:rsidP="0000184A">
      <w:pPr>
        <w:pStyle w:val="Nagwek"/>
        <w:rPr>
          <w:sz w:val="22"/>
          <w:szCs w:val="22"/>
        </w:rPr>
      </w:pPr>
    </w:p>
    <w:p w14:paraId="5ED17FC2" w14:textId="7BC3B6C9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F10FF" w:rsidRPr="009F10FF">
        <w:rPr>
          <w:b/>
          <w:sz w:val="22"/>
          <w:szCs w:val="22"/>
        </w:rPr>
        <w:t>BI.II.271.</w:t>
      </w:r>
      <w:r w:rsidR="00830E6A">
        <w:rPr>
          <w:b/>
          <w:sz w:val="22"/>
          <w:szCs w:val="22"/>
        </w:rPr>
        <w:t>2</w:t>
      </w:r>
      <w:r w:rsidR="00C723F1">
        <w:rPr>
          <w:b/>
          <w:sz w:val="22"/>
          <w:szCs w:val="22"/>
        </w:rPr>
        <w:t>2</w:t>
      </w:r>
      <w:r w:rsidR="009F10FF" w:rsidRPr="009F10FF">
        <w:rPr>
          <w:b/>
          <w:sz w:val="22"/>
          <w:szCs w:val="22"/>
        </w:rPr>
        <w:t>.202</w:t>
      </w:r>
      <w:r w:rsidR="00994B3E">
        <w:rPr>
          <w:b/>
          <w:sz w:val="22"/>
          <w:szCs w:val="22"/>
        </w:rPr>
        <w:t>5</w:t>
      </w:r>
      <w:r w:rsidR="009F10FF" w:rsidRPr="009F10FF">
        <w:rPr>
          <w:b/>
          <w:sz w:val="22"/>
          <w:szCs w:val="22"/>
        </w:rPr>
        <w:t>.</w:t>
      </w:r>
      <w:r w:rsidR="00675F50">
        <w:rPr>
          <w:b/>
          <w:sz w:val="22"/>
          <w:szCs w:val="22"/>
        </w:rPr>
        <w:t>NŻ</w:t>
      </w:r>
    </w:p>
    <w:p w14:paraId="261F14A3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1677EE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A7CBEB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EAD0E94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0152207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5C72D5B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523A21F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030F6398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006C7A0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F10FF" w:rsidRPr="00110593" w14:paraId="521FDD85" w14:textId="77777777" w:rsidTr="000F1FE7">
        <w:tc>
          <w:tcPr>
            <w:tcW w:w="9104" w:type="dxa"/>
            <w:shd w:val="clear" w:color="auto" w:fill="D9D9D9"/>
          </w:tcPr>
          <w:p w14:paraId="5C919CFB" w14:textId="77777777" w:rsidR="009F10FF" w:rsidRPr="00110593" w:rsidRDefault="009F10FF" w:rsidP="000F1FE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9403C7E" w14:textId="6C6176B3" w:rsidR="009F10FF" w:rsidRPr="00110593" w:rsidRDefault="009F10FF" w:rsidP="000F1FE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9F10FF">
              <w:t xml:space="preserve">(Dz.U. </w:t>
            </w:r>
            <w:r w:rsidR="009D6811">
              <w:t xml:space="preserve">z 2024 </w:t>
            </w:r>
            <w:r w:rsidRPr="009F10FF">
              <w:t xml:space="preserve">poz. </w:t>
            </w:r>
            <w:r w:rsidR="009D6811">
              <w:t>1320</w:t>
            </w:r>
            <w:r w:rsidRPr="009F10FF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105D896A" w14:textId="77777777" w:rsidR="009F10FF" w:rsidRPr="0043102D" w:rsidRDefault="009F10FF" w:rsidP="000F1FE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F6D609A" w14:textId="77777777" w:rsidR="009F10FF" w:rsidRPr="00110593" w:rsidRDefault="009F10FF" w:rsidP="000F1FE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B820E9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77419A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1E9B6633" w14:textId="7B7628B9" w:rsidR="00C723F1" w:rsidRDefault="00C723F1" w:rsidP="00830E6A">
      <w:pPr>
        <w:pStyle w:val="Tekstpodstawowywcity"/>
        <w:spacing w:line="360" w:lineRule="auto"/>
        <w:rPr>
          <w:b/>
          <w:bCs/>
          <w:i/>
          <w:iCs/>
          <w:sz w:val="22"/>
          <w:szCs w:val="22"/>
        </w:rPr>
      </w:pPr>
      <w:r w:rsidRPr="00C723F1">
        <w:rPr>
          <w:b/>
          <w:bCs/>
          <w:i/>
          <w:iCs/>
          <w:sz w:val="22"/>
          <w:szCs w:val="22"/>
        </w:rPr>
        <w:t>Zakup pomocy dydaktycznych niezbędnych do prowadzenia zajęć i działań dla dzieci</w:t>
      </w:r>
    </w:p>
    <w:p w14:paraId="60F42A7C" w14:textId="7109C36F" w:rsidR="0000184A" w:rsidRPr="00830E6A" w:rsidRDefault="005E622E" w:rsidP="00830E6A">
      <w:pPr>
        <w:pStyle w:val="Tekstpodstawowywcity"/>
        <w:spacing w:line="360" w:lineRule="auto"/>
        <w:rPr>
          <w:b/>
          <w:bCs/>
          <w:i/>
          <w:iCs/>
          <w:sz w:val="22"/>
          <w:szCs w:val="22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20ECDF6" w14:textId="094A8C71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E85FF3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D0013F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70A83AE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96A96B6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6DFCD343" w14:textId="77777777" w:rsidTr="00C37CD2">
        <w:trPr>
          <w:trHeight w:val="321"/>
        </w:trPr>
        <w:tc>
          <w:tcPr>
            <w:tcW w:w="516" w:type="dxa"/>
          </w:tcPr>
          <w:p w14:paraId="2924783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723D2D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45CFA5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DF423A0" w14:textId="77777777" w:rsidTr="009A4CD3">
        <w:tc>
          <w:tcPr>
            <w:tcW w:w="516" w:type="dxa"/>
          </w:tcPr>
          <w:p w14:paraId="1741B49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EBACDD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F78878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7B30EC1" w14:textId="77777777" w:rsidTr="009A4CD3">
        <w:tc>
          <w:tcPr>
            <w:tcW w:w="516" w:type="dxa"/>
          </w:tcPr>
          <w:p w14:paraId="1A07AC6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36CFDC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7515EE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49AA32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413472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29EBC35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A6E07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2FE43A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6F76F36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165838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E7498CD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BE9F0" w14:textId="77777777" w:rsidR="00DB5DED" w:rsidRDefault="00DB5DED">
      <w:r>
        <w:separator/>
      </w:r>
    </w:p>
  </w:endnote>
  <w:endnote w:type="continuationSeparator" w:id="0">
    <w:p w14:paraId="3E8E90B5" w14:textId="77777777" w:rsidR="00DB5DED" w:rsidRDefault="00DB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BA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9E5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80C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8FBF7FA" w14:textId="3D8C4297" w:rsidR="009A4CD3" w:rsidRDefault="00E74B0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58DF81" wp14:editId="3743C2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D40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2565192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4CA21" w14:textId="77777777" w:rsidR="00DB5DED" w:rsidRDefault="00DB5DED">
      <w:r>
        <w:separator/>
      </w:r>
    </w:p>
  </w:footnote>
  <w:footnote w:type="continuationSeparator" w:id="0">
    <w:p w14:paraId="39D89142" w14:textId="77777777" w:rsidR="00DB5DED" w:rsidRDefault="00DB5DED">
      <w:r>
        <w:continuationSeparator/>
      </w:r>
    </w:p>
  </w:footnote>
  <w:footnote w:id="1">
    <w:p w14:paraId="5A83253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8883">
    <w:abstractNumId w:val="13"/>
  </w:num>
  <w:num w:numId="2" w16cid:durableId="284820811">
    <w:abstractNumId w:val="0"/>
  </w:num>
  <w:num w:numId="3" w16cid:durableId="1633487212">
    <w:abstractNumId w:val="11"/>
  </w:num>
  <w:num w:numId="4" w16cid:durableId="611281639">
    <w:abstractNumId w:val="8"/>
  </w:num>
  <w:num w:numId="5" w16cid:durableId="1008498">
    <w:abstractNumId w:val="7"/>
  </w:num>
  <w:num w:numId="6" w16cid:durableId="2058313158">
    <w:abstractNumId w:val="1"/>
  </w:num>
  <w:num w:numId="7" w16cid:durableId="1189563943">
    <w:abstractNumId w:val="6"/>
  </w:num>
  <w:num w:numId="8" w16cid:durableId="552697736">
    <w:abstractNumId w:val="3"/>
  </w:num>
  <w:num w:numId="9" w16cid:durableId="1930961656">
    <w:abstractNumId w:val="2"/>
  </w:num>
  <w:num w:numId="10" w16cid:durableId="1786580975">
    <w:abstractNumId w:val="5"/>
  </w:num>
  <w:num w:numId="11" w16cid:durableId="445659329">
    <w:abstractNumId w:val="10"/>
  </w:num>
  <w:num w:numId="12" w16cid:durableId="1489010459">
    <w:abstractNumId w:val="4"/>
  </w:num>
  <w:num w:numId="13" w16cid:durableId="748189324">
    <w:abstractNumId w:val="9"/>
  </w:num>
  <w:num w:numId="14" w16cid:durableId="1585802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6"/>
    <w:rsid w:val="0000184A"/>
    <w:rsid w:val="00012997"/>
    <w:rsid w:val="00025F54"/>
    <w:rsid w:val="00056A0D"/>
    <w:rsid w:val="000621A2"/>
    <w:rsid w:val="00062595"/>
    <w:rsid w:val="000719DC"/>
    <w:rsid w:val="00075CEC"/>
    <w:rsid w:val="0009724B"/>
    <w:rsid w:val="000E0467"/>
    <w:rsid w:val="000F2406"/>
    <w:rsid w:val="00106AC7"/>
    <w:rsid w:val="00111985"/>
    <w:rsid w:val="00147532"/>
    <w:rsid w:val="001614BA"/>
    <w:rsid w:val="00204613"/>
    <w:rsid w:val="00265553"/>
    <w:rsid w:val="002B1E07"/>
    <w:rsid w:val="002C2DE7"/>
    <w:rsid w:val="002D160C"/>
    <w:rsid w:val="002D3BDF"/>
    <w:rsid w:val="003024A8"/>
    <w:rsid w:val="00307E5F"/>
    <w:rsid w:val="00312A4F"/>
    <w:rsid w:val="00336EEB"/>
    <w:rsid w:val="00344C75"/>
    <w:rsid w:val="00360BC3"/>
    <w:rsid w:val="00391697"/>
    <w:rsid w:val="003E5D20"/>
    <w:rsid w:val="003F6927"/>
    <w:rsid w:val="00401BDB"/>
    <w:rsid w:val="004103B6"/>
    <w:rsid w:val="00415097"/>
    <w:rsid w:val="00422381"/>
    <w:rsid w:val="0043102D"/>
    <w:rsid w:val="00460820"/>
    <w:rsid w:val="004704CB"/>
    <w:rsid w:val="004C55DE"/>
    <w:rsid w:val="004D5C77"/>
    <w:rsid w:val="00525196"/>
    <w:rsid w:val="00533E9F"/>
    <w:rsid w:val="0056132E"/>
    <w:rsid w:val="00583ED5"/>
    <w:rsid w:val="005A3D5F"/>
    <w:rsid w:val="005A5013"/>
    <w:rsid w:val="005C0282"/>
    <w:rsid w:val="005C3627"/>
    <w:rsid w:val="005E622E"/>
    <w:rsid w:val="00641063"/>
    <w:rsid w:val="00664D2F"/>
    <w:rsid w:val="00675F50"/>
    <w:rsid w:val="00686C95"/>
    <w:rsid w:val="00697D36"/>
    <w:rsid w:val="006B51E7"/>
    <w:rsid w:val="006C2850"/>
    <w:rsid w:val="006C58BF"/>
    <w:rsid w:val="006D68D8"/>
    <w:rsid w:val="006E0FAA"/>
    <w:rsid w:val="0070113A"/>
    <w:rsid w:val="00706E57"/>
    <w:rsid w:val="00717C68"/>
    <w:rsid w:val="00736B31"/>
    <w:rsid w:val="00747C6F"/>
    <w:rsid w:val="00753DC1"/>
    <w:rsid w:val="00775E2B"/>
    <w:rsid w:val="007823E9"/>
    <w:rsid w:val="007951AD"/>
    <w:rsid w:val="007D36CE"/>
    <w:rsid w:val="00801532"/>
    <w:rsid w:val="008024E8"/>
    <w:rsid w:val="008032C1"/>
    <w:rsid w:val="00830E6A"/>
    <w:rsid w:val="0084099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4B3E"/>
    <w:rsid w:val="009A21D7"/>
    <w:rsid w:val="009A4A2C"/>
    <w:rsid w:val="009A4CD3"/>
    <w:rsid w:val="009D55B9"/>
    <w:rsid w:val="009D6811"/>
    <w:rsid w:val="009F10FF"/>
    <w:rsid w:val="00A24942"/>
    <w:rsid w:val="00A311C9"/>
    <w:rsid w:val="00A46EFE"/>
    <w:rsid w:val="00A807A7"/>
    <w:rsid w:val="00AB6C06"/>
    <w:rsid w:val="00AB7377"/>
    <w:rsid w:val="00AC59A5"/>
    <w:rsid w:val="00AD164D"/>
    <w:rsid w:val="00AD329C"/>
    <w:rsid w:val="00AE5953"/>
    <w:rsid w:val="00B04D14"/>
    <w:rsid w:val="00B26102"/>
    <w:rsid w:val="00B45ED4"/>
    <w:rsid w:val="00B54FB4"/>
    <w:rsid w:val="00BA7DF2"/>
    <w:rsid w:val="00BE6092"/>
    <w:rsid w:val="00C24D27"/>
    <w:rsid w:val="00C25409"/>
    <w:rsid w:val="00C33407"/>
    <w:rsid w:val="00C37CD2"/>
    <w:rsid w:val="00C527C7"/>
    <w:rsid w:val="00C606B9"/>
    <w:rsid w:val="00C723F1"/>
    <w:rsid w:val="00CB6204"/>
    <w:rsid w:val="00CC527A"/>
    <w:rsid w:val="00CC71A5"/>
    <w:rsid w:val="00CD146A"/>
    <w:rsid w:val="00D26DA9"/>
    <w:rsid w:val="00D74F94"/>
    <w:rsid w:val="00DB5DED"/>
    <w:rsid w:val="00DD482A"/>
    <w:rsid w:val="00DE0396"/>
    <w:rsid w:val="00DE0405"/>
    <w:rsid w:val="00DE252B"/>
    <w:rsid w:val="00E37A20"/>
    <w:rsid w:val="00E66442"/>
    <w:rsid w:val="00E74B0D"/>
    <w:rsid w:val="00E85C59"/>
    <w:rsid w:val="00E85FF3"/>
    <w:rsid w:val="00EB5766"/>
    <w:rsid w:val="00EC667E"/>
    <w:rsid w:val="00EF66F8"/>
    <w:rsid w:val="00F247A9"/>
    <w:rsid w:val="00F46593"/>
    <w:rsid w:val="00F568D6"/>
    <w:rsid w:val="00F70072"/>
    <w:rsid w:val="00FA728B"/>
    <w:rsid w:val="00FD7CC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58267"/>
  <w15:chartTrackingRefBased/>
  <w15:docId w15:val="{478FB0A5-0B75-47BF-9F38-A12DE8C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9</cp:revision>
  <cp:lastPrinted>2010-01-07T09:39:00Z</cp:lastPrinted>
  <dcterms:created xsi:type="dcterms:W3CDTF">2025-01-02T08:56:00Z</dcterms:created>
  <dcterms:modified xsi:type="dcterms:W3CDTF">2025-07-22T07:33:00Z</dcterms:modified>
</cp:coreProperties>
</file>